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CF1" w:rsidRDefault="00D63CF1" w:rsidP="00D63CF1">
      <w:pPr>
        <w:jc w:val="center"/>
        <w:rPr>
          <w:b/>
          <w:bCs/>
          <w:sz w:val="28"/>
          <w:szCs w:val="28"/>
        </w:rPr>
      </w:pPr>
      <w:r w:rsidRPr="005766DE">
        <w:rPr>
          <w:b/>
          <w:bCs/>
          <w:sz w:val="28"/>
          <w:szCs w:val="28"/>
        </w:rPr>
        <w:t xml:space="preserve">OFERTA NA </w:t>
      </w:r>
      <w:r w:rsidRPr="00D63CF1">
        <w:rPr>
          <w:b/>
          <w:bCs/>
          <w:sz w:val="28"/>
          <w:szCs w:val="28"/>
        </w:rPr>
        <w:t xml:space="preserve">OPRACOWANIE </w:t>
      </w:r>
    </w:p>
    <w:p w:rsidR="00D63CF1" w:rsidRDefault="00D63CF1" w:rsidP="00D63CF1">
      <w:pPr>
        <w:spacing w:after="240"/>
        <w:jc w:val="center"/>
        <w:rPr>
          <w:b/>
          <w:bCs/>
          <w:sz w:val="28"/>
          <w:szCs w:val="28"/>
        </w:rPr>
      </w:pPr>
      <w:r w:rsidRPr="00D63CF1">
        <w:rPr>
          <w:b/>
          <w:bCs/>
          <w:sz w:val="28"/>
          <w:szCs w:val="28"/>
        </w:rPr>
        <w:t>DOKUMENTACJI PROJEKTOWEJ DO ZADANIA PN. „MODERNIZACJA CI</w:t>
      </w:r>
      <w:r>
        <w:rPr>
          <w:b/>
          <w:bCs/>
          <w:sz w:val="28"/>
          <w:szCs w:val="28"/>
        </w:rPr>
        <w:t>ĄGÓW KOMUNIKACYJNYCH W SP ZOZ W </w:t>
      </w:r>
      <w:r w:rsidRPr="00D63CF1">
        <w:rPr>
          <w:b/>
          <w:bCs/>
          <w:sz w:val="28"/>
          <w:szCs w:val="28"/>
        </w:rPr>
        <w:t>PRZEWORSKU”</w:t>
      </w:r>
    </w:p>
    <w:p w:rsidR="00144177" w:rsidRDefault="00702A3D" w:rsidP="00D63C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D63CF1" w:rsidRPr="00CE5BBC" w:rsidRDefault="00D63CF1" w:rsidP="00D63CF1">
      <w:pPr>
        <w:jc w:val="center"/>
        <w:rPr>
          <w:b/>
          <w:bCs/>
          <w:sz w:val="28"/>
          <w:szCs w:val="28"/>
        </w:rPr>
      </w:pP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A50565">
        <w:rPr>
          <w:rFonts w:ascii="Times New Roman" w:hAnsi="Times New Roman" w:cs="Times New Roman"/>
          <w:sz w:val="22"/>
          <w:szCs w:val="22"/>
          <w:lang w:val="de-DE"/>
        </w:rPr>
        <w:t>Nr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 Nr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e-mail: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C820D4" w:rsidRDefault="00116660" w:rsidP="00C820D4">
      <w:pPr>
        <w:pStyle w:val="Nagwek1"/>
        <w:rPr>
          <w:sz w:val="22"/>
        </w:rPr>
      </w:pPr>
      <w:r w:rsidRPr="00C820D4">
        <w:rPr>
          <w:sz w:val="22"/>
        </w:rPr>
        <w:t>Odpowiadając na ogłoszenie o zamówieniu w</w:t>
      </w:r>
      <w:r w:rsidR="00612F8A" w:rsidRPr="00C820D4">
        <w:rPr>
          <w:sz w:val="22"/>
        </w:rPr>
        <w:t xml:space="preserve"> postępowaniu prowadzonym w</w:t>
      </w:r>
      <w:r w:rsidRPr="00C820D4">
        <w:rPr>
          <w:sz w:val="22"/>
        </w:rPr>
        <w:t xml:space="preserve"> trybie przetargu nieograniczonego </w:t>
      </w:r>
      <w:r w:rsidR="009A221A" w:rsidRPr="00C820D4">
        <w:rPr>
          <w:sz w:val="22"/>
        </w:rPr>
        <w:t>na podstawie art. 10 ust. 1</w:t>
      </w:r>
      <w:r w:rsidR="00136EC5" w:rsidRPr="00C820D4">
        <w:rPr>
          <w:sz w:val="22"/>
        </w:rPr>
        <w:t xml:space="preserve"> oraz art. 39 - 46</w:t>
      </w:r>
      <w:r w:rsidR="009A221A" w:rsidRPr="00C820D4">
        <w:rPr>
          <w:sz w:val="22"/>
        </w:rPr>
        <w:t xml:space="preserve"> ustawy z dnia 29 stycznia 2004 r.- Prawo zamówień publicznych (</w:t>
      </w:r>
      <w:r w:rsidR="00136EC5" w:rsidRPr="00C820D4">
        <w:rPr>
          <w:sz w:val="22"/>
        </w:rPr>
        <w:t xml:space="preserve">tekst jedn.: </w:t>
      </w:r>
      <w:r w:rsidR="00294B15" w:rsidRPr="00C820D4">
        <w:rPr>
          <w:sz w:val="22"/>
        </w:rPr>
        <w:t>Dz.U. z</w:t>
      </w:r>
      <w:r w:rsidR="0088034C" w:rsidRPr="00C820D4">
        <w:rPr>
          <w:sz w:val="22"/>
        </w:rPr>
        <w:t xml:space="preserve"> 2019 r. poz. 1843</w:t>
      </w:r>
      <w:r w:rsidR="009A221A" w:rsidRPr="00C820D4">
        <w:rPr>
          <w:sz w:val="22"/>
        </w:rPr>
        <w:t>), na</w:t>
      </w:r>
      <w:r w:rsidR="004C0A21" w:rsidRPr="00C820D4">
        <w:rPr>
          <w:sz w:val="22"/>
        </w:rPr>
        <w:t xml:space="preserve"> realizacje zadania pod nazwą</w:t>
      </w:r>
      <w:r w:rsidR="009A221A" w:rsidRPr="00C820D4">
        <w:rPr>
          <w:sz w:val="22"/>
        </w:rPr>
        <w:t xml:space="preserve">: </w:t>
      </w:r>
      <w:r w:rsidR="00C820D4" w:rsidRPr="00C820D4">
        <w:rPr>
          <w:sz w:val="22"/>
        </w:rPr>
        <w:t>Opracowanie dokumentacji projektowej do zadania pn. „Modernizacja ciągów komunikacyjnych w SP ZOZ w Przeworsku”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43CAF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F3811" w:rsidRDefault="000F3811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043CAF" w:rsidRDefault="002A49AD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 xml:space="preserve">  Oferujemy  wykonanie </w:t>
      </w:r>
      <w:bookmarkStart w:id="0" w:name="_GoBack"/>
      <w:bookmarkEnd w:id="0"/>
      <w:r w:rsidR="00D703DA">
        <w:rPr>
          <w:rFonts w:eastAsia="CIDFont+F2"/>
          <w:sz w:val="22"/>
          <w:szCs w:val="22"/>
        </w:rPr>
        <w:t>zamówienia</w:t>
      </w:r>
      <w:r w:rsidR="0081239C">
        <w:rPr>
          <w:rFonts w:eastAsia="CIDFont+F2"/>
          <w:sz w:val="22"/>
          <w:szCs w:val="22"/>
        </w:rPr>
        <w:t xml:space="preserve"> w terminie  ….......  miesięcy  (max. 4</w:t>
      </w:r>
      <w:r w:rsidR="00043CAF" w:rsidRPr="00043CAF">
        <w:rPr>
          <w:rFonts w:eastAsia="CIDFont+F2"/>
          <w:sz w:val="22"/>
          <w:szCs w:val="22"/>
        </w:rPr>
        <w:t>) od  dnia</w:t>
      </w:r>
      <w:r w:rsidR="0081239C">
        <w:rPr>
          <w:rFonts w:eastAsia="CIDFont+F2"/>
          <w:sz w:val="22"/>
          <w:szCs w:val="22"/>
        </w:rPr>
        <w:t xml:space="preserve"> podpisania umowy</w:t>
      </w:r>
      <w:r w:rsidR="00043CAF" w:rsidRPr="00043CAF">
        <w:rPr>
          <w:rFonts w:eastAsia="CIDFont+F2"/>
          <w:sz w:val="22"/>
          <w:szCs w:val="22"/>
        </w:rPr>
        <w:t>.</w:t>
      </w:r>
    </w:p>
    <w:p w:rsidR="00DD16EF" w:rsidRPr="00C102B5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102B5" w:rsidRDefault="00C102B5" w:rsidP="00C102B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102B5">
        <w:rPr>
          <w:sz w:val="22"/>
        </w:rPr>
        <w:t xml:space="preserve">Oświadczamy, że </w:t>
      </w:r>
      <w:r w:rsidR="00350D94" w:rsidRPr="00C102B5">
        <w:rPr>
          <w:sz w:val="22"/>
        </w:rPr>
        <w:t>spełniamy warunki udział</w:t>
      </w:r>
      <w:r>
        <w:rPr>
          <w:sz w:val="22"/>
        </w:rPr>
        <w:t xml:space="preserve">u określone przez zamawiającego </w:t>
      </w:r>
      <w:r w:rsidR="00350D94" w:rsidRPr="00C102B5">
        <w:rPr>
          <w:sz w:val="22"/>
        </w:rPr>
        <w:t>w tym postępowaniu</w:t>
      </w:r>
      <w:r w:rsidR="005B0AE2" w:rsidRPr="00C102B5">
        <w:rPr>
          <w:sz w:val="22"/>
        </w:rPr>
        <w:t>,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0F3811" w:rsidP="0068214C">
      <w:pPr>
        <w:pStyle w:val="Nagwek1"/>
        <w:rPr>
          <w:rFonts w:cs="Times New Roman"/>
        </w:rPr>
      </w:pPr>
      <w:r>
        <w:rPr>
          <w:rFonts w:cs="Times New Roman"/>
          <w:bCs/>
          <w:sz w:val="22"/>
        </w:rPr>
        <w:t xml:space="preserve"> </w:t>
      </w:r>
      <w:r w:rsidR="00E1676A"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="00E1676A" w:rsidRPr="0068214C">
        <w:rPr>
          <w:rFonts w:cs="Times New Roman"/>
          <w:bCs/>
          <w:sz w:val="22"/>
        </w:rPr>
        <w:t>, na których zasoby powołujemy się na zasadach określonych w art. 22a ust. 1 ustawy PZP, w celu wykazani</w:t>
      </w:r>
      <w:r>
        <w:rPr>
          <w:rFonts w:cs="Times New Roman"/>
          <w:bCs/>
          <w:sz w:val="22"/>
        </w:rPr>
        <w:t>a spełniania warunków udziału w </w:t>
      </w:r>
      <w:r w:rsidR="00E1676A" w:rsidRPr="0068214C">
        <w:rPr>
          <w:rFonts w:cs="Times New Roman"/>
          <w:bCs/>
          <w:sz w:val="22"/>
        </w:rPr>
        <w:t>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pzp</w:t>
      </w:r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</w:t>
      </w:r>
      <w:r w:rsidR="000E3B41">
        <w:rPr>
          <w:sz w:val="20"/>
        </w:rPr>
        <w:t xml:space="preserve">                     </w:t>
      </w:r>
      <w:r w:rsidR="007B6442">
        <w:rPr>
          <w:sz w:val="20"/>
        </w:rPr>
        <w:t>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6F9" w:rsidRDefault="00AA16F9">
      <w:r>
        <w:separator/>
      </w:r>
    </w:p>
  </w:endnote>
  <w:endnote w:type="continuationSeparator" w:id="0">
    <w:p w:rsidR="00AA16F9" w:rsidRDefault="00AA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7E50E1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7E50E1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2A49AD">
          <w:rPr>
            <w:noProof/>
          </w:rPr>
          <w:t>3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6F9" w:rsidRDefault="00AA16F9">
      <w:r>
        <w:separator/>
      </w:r>
    </w:p>
  </w:footnote>
  <w:footnote w:type="continuationSeparator" w:id="0">
    <w:p w:rsidR="00AA16F9" w:rsidRDefault="00AA16F9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E550AC">
      <w:rPr>
        <w:rFonts w:ascii="Arial" w:hAnsi="Arial"/>
        <w:noProof/>
        <w:sz w:val="20"/>
        <w:szCs w:val="20"/>
      </w:rPr>
      <w:t xml:space="preserve">k sprawy: SP </w:t>
    </w:r>
    <w:r w:rsidR="00D63CF1">
      <w:rPr>
        <w:rFonts w:ascii="Arial" w:hAnsi="Arial"/>
        <w:noProof/>
        <w:sz w:val="20"/>
        <w:szCs w:val="20"/>
      </w:rPr>
      <w:t>ZOZ NZZP II 2400/52</w:t>
    </w:r>
    <w:r w:rsidR="0088034C">
      <w:rPr>
        <w:rFonts w:ascii="Arial" w:hAnsi="Arial"/>
        <w:noProof/>
        <w:sz w:val="20"/>
        <w:szCs w:val="20"/>
      </w:rPr>
      <w:t>/20</w:t>
    </w:r>
    <w:r w:rsidRPr="007929C3">
      <w:rPr>
        <w:rFonts w:ascii="Arial" w:hAnsi="Arial"/>
        <w:noProof/>
        <w:sz w:val="20"/>
        <w:szCs w:val="20"/>
      </w:rPr>
      <w:tab/>
    </w:r>
    <w:r w:rsidR="00F155D0">
      <w:rPr>
        <w:rFonts w:ascii="Arial" w:hAnsi="Arial"/>
        <w:noProof/>
        <w:sz w:val="20"/>
        <w:szCs w:val="20"/>
      </w:rPr>
      <w:t xml:space="preserve">  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3B41"/>
    <w:rsid w:val="000E6267"/>
    <w:rsid w:val="000E6F21"/>
    <w:rsid w:val="000F381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467A"/>
    <w:rsid w:val="00195198"/>
    <w:rsid w:val="00195434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2FE3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49AD"/>
    <w:rsid w:val="002A6B45"/>
    <w:rsid w:val="002B0454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1D6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766DE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2831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CB8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2679"/>
    <w:rsid w:val="006A3B80"/>
    <w:rsid w:val="006B7438"/>
    <w:rsid w:val="006C72BB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73775"/>
    <w:rsid w:val="00773A45"/>
    <w:rsid w:val="00774A0B"/>
    <w:rsid w:val="00775328"/>
    <w:rsid w:val="0078247D"/>
    <w:rsid w:val="00787A32"/>
    <w:rsid w:val="00791B59"/>
    <w:rsid w:val="007929C3"/>
    <w:rsid w:val="00794CB8"/>
    <w:rsid w:val="007A6779"/>
    <w:rsid w:val="007A7825"/>
    <w:rsid w:val="007B041B"/>
    <w:rsid w:val="007B290D"/>
    <w:rsid w:val="007B6442"/>
    <w:rsid w:val="007B7E19"/>
    <w:rsid w:val="007C2AF6"/>
    <w:rsid w:val="007D6477"/>
    <w:rsid w:val="007D76CD"/>
    <w:rsid w:val="007E3B07"/>
    <w:rsid w:val="007E50E1"/>
    <w:rsid w:val="007E74F3"/>
    <w:rsid w:val="007F6881"/>
    <w:rsid w:val="00801639"/>
    <w:rsid w:val="00801D9C"/>
    <w:rsid w:val="0080574C"/>
    <w:rsid w:val="00807343"/>
    <w:rsid w:val="0081116D"/>
    <w:rsid w:val="0081239C"/>
    <w:rsid w:val="0081455A"/>
    <w:rsid w:val="00814BB9"/>
    <w:rsid w:val="008157AE"/>
    <w:rsid w:val="00824AF2"/>
    <w:rsid w:val="00826611"/>
    <w:rsid w:val="00842F21"/>
    <w:rsid w:val="008528EA"/>
    <w:rsid w:val="0085379D"/>
    <w:rsid w:val="008637F0"/>
    <w:rsid w:val="00863AED"/>
    <w:rsid w:val="0088034C"/>
    <w:rsid w:val="00881CFE"/>
    <w:rsid w:val="00884779"/>
    <w:rsid w:val="00887A29"/>
    <w:rsid w:val="00890942"/>
    <w:rsid w:val="00892EBC"/>
    <w:rsid w:val="008B0E8F"/>
    <w:rsid w:val="008D0F11"/>
    <w:rsid w:val="008D540E"/>
    <w:rsid w:val="008E2D5F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201A5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66DB5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02BD2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6481E"/>
    <w:rsid w:val="00A73E60"/>
    <w:rsid w:val="00A751CE"/>
    <w:rsid w:val="00A84F3D"/>
    <w:rsid w:val="00A85571"/>
    <w:rsid w:val="00A91E82"/>
    <w:rsid w:val="00AA16F9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3BBF"/>
    <w:rsid w:val="00BA7C73"/>
    <w:rsid w:val="00BB1D4A"/>
    <w:rsid w:val="00BB6C81"/>
    <w:rsid w:val="00BC5439"/>
    <w:rsid w:val="00BD3411"/>
    <w:rsid w:val="00BD4F69"/>
    <w:rsid w:val="00BD5A81"/>
    <w:rsid w:val="00BD7A4E"/>
    <w:rsid w:val="00BF65E2"/>
    <w:rsid w:val="00C04FAF"/>
    <w:rsid w:val="00C102B5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0D4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63CF1"/>
    <w:rsid w:val="00D703DA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550AC"/>
    <w:rsid w:val="00E609FA"/>
    <w:rsid w:val="00E627C9"/>
    <w:rsid w:val="00E64E94"/>
    <w:rsid w:val="00E706D6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55D0"/>
    <w:rsid w:val="00F172AA"/>
    <w:rsid w:val="00F25435"/>
    <w:rsid w:val="00F30BFC"/>
    <w:rsid w:val="00F40CBA"/>
    <w:rsid w:val="00F5641C"/>
    <w:rsid w:val="00F60080"/>
    <w:rsid w:val="00F650E8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A731063-283E-4124-8129-152FFC77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631FC-1F78-4A29-924C-576D19E54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77</TotalTime>
  <Pages>1</Pages>
  <Words>1028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7184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209</cp:revision>
  <cp:lastPrinted>2019-03-06T11:54:00Z</cp:lastPrinted>
  <dcterms:created xsi:type="dcterms:W3CDTF">2018-03-08T08:22:00Z</dcterms:created>
  <dcterms:modified xsi:type="dcterms:W3CDTF">2020-12-22T11:37:00Z</dcterms:modified>
  <cp:category/>
</cp:coreProperties>
</file>