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B3B59">
        <w:rPr>
          <w:rFonts w:ascii="Cambria" w:hAnsi="Cambria" w:cs="Arial"/>
          <w:sz w:val="22"/>
          <w:szCs w:val="22"/>
          <w:lang w:eastAsia="pl-PL"/>
        </w:rPr>
        <w:t>dostawę</w:t>
      </w:r>
      <w:r w:rsidR="00CB3B59" w:rsidRPr="00CB3B59">
        <w:rPr>
          <w:rFonts w:ascii="Cambria" w:hAnsi="Cambria" w:cs="Arial"/>
          <w:sz w:val="22"/>
          <w:szCs w:val="22"/>
          <w:lang w:eastAsia="pl-PL"/>
        </w:rPr>
        <w:t xml:space="preserve"> paliw</w:t>
      </w:r>
      <w:r w:rsidR="00DE1191">
        <w:rPr>
          <w:rFonts w:ascii="Cambria" w:hAnsi="Cambria" w:cs="Arial"/>
          <w:sz w:val="22"/>
          <w:szCs w:val="22"/>
          <w:lang w:eastAsia="pl-PL"/>
        </w:rPr>
        <w:t xml:space="preserve"> ciekłych</w:t>
      </w:r>
      <w:bookmarkStart w:id="0" w:name="_GoBack"/>
      <w:bookmarkEnd w:id="0"/>
      <w:r w:rsidR="00CB3B59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823937">
        <w:rPr>
          <w:rFonts w:ascii="Cambria" w:hAnsi="Cambria" w:cs="Arial"/>
          <w:bCs/>
          <w:sz w:val="22"/>
          <w:szCs w:val="22"/>
          <w:lang w:eastAsia="pl-PL"/>
        </w:rPr>
        <w:t>W 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652D">
        <w:rPr>
          <w:rFonts w:ascii="Cambria" w:hAnsi="Cambria" w:cs="Arial"/>
          <w:sz w:val="22"/>
          <w:szCs w:val="22"/>
          <w:lang w:eastAsia="pl-PL"/>
        </w:rPr>
      </w:r>
      <w:r w:rsidR="001A652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652D">
        <w:rPr>
          <w:rFonts w:ascii="Cambria" w:hAnsi="Cambria" w:cs="Arial"/>
          <w:sz w:val="22"/>
          <w:szCs w:val="22"/>
          <w:lang w:eastAsia="pl-PL"/>
        </w:rPr>
      </w:r>
      <w:r w:rsidR="001A652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52D" w:rsidRDefault="001A652D" w:rsidP="00AD1BC7">
      <w:r>
        <w:separator/>
      </w:r>
    </w:p>
  </w:endnote>
  <w:endnote w:type="continuationSeparator" w:id="0">
    <w:p w:rsidR="001A652D" w:rsidRDefault="001A652D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DE1191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1A652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52D" w:rsidRDefault="001A652D" w:rsidP="00AD1BC7">
      <w:r>
        <w:separator/>
      </w:r>
    </w:p>
  </w:footnote>
  <w:footnote w:type="continuationSeparator" w:id="0">
    <w:p w:rsidR="001A652D" w:rsidRDefault="001A652D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CB3B59">
      <w:rPr>
        <w:rFonts w:ascii="Arial" w:hAnsi="Arial"/>
        <w:noProof/>
        <w:lang w:eastAsia="pl-PL"/>
      </w:rPr>
      <w:t>ZOZ NZZP II 2400/47</w:t>
    </w:r>
    <w:r w:rsidR="007738B5">
      <w:rPr>
        <w:rFonts w:ascii="Arial" w:hAnsi="Arial"/>
        <w:noProof/>
        <w:lang w:eastAsia="pl-PL"/>
      </w:rPr>
      <w:t>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D0656"/>
    <w:rsid w:val="000F4460"/>
    <w:rsid w:val="0010642B"/>
    <w:rsid w:val="00140AC0"/>
    <w:rsid w:val="00162B3A"/>
    <w:rsid w:val="001950A7"/>
    <w:rsid w:val="001A652D"/>
    <w:rsid w:val="001C1E3C"/>
    <w:rsid w:val="001E406C"/>
    <w:rsid w:val="0022190F"/>
    <w:rsid w:val="002A3410"/>
    <w:rsid w:val="00343A80"/>
    <w:rsid w:val="00346E5B"/>
    <w:rsid w:val="00351F1B"/>
    <w:rsid w:val="0036478F"/>
    <w:rsid w:val="00383C4C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10ED"/>
    <w:rsid w:val="00614AB7"/>
    <w:rsid w:val="007125AA"/>
    <w:rsid w:val="0071659A"/>
    <w:rsid w:val="00742C3B"/>
    <w:rsid w:val="0076452C"/>
    <w:rsid w:val="007738B5"/>
    <w:rsid w:val="007A7E27"/>
    <w:rsid w:val="007D0B42"/>
    <w:rsid w:val="00823937"/>
    <w:rsid w:val="00875DBF"/>
    <w:rsid w:val="008C17E2"/>
    <w:rsid w:val="008C2A8A"/>
    <w:rsid w:val="008E3CB4"/>
    <w:rsid w:val="008F1246"/>
    <w:rsid w:val="008F6F87"/>
    <w:rsid w:val="00913482"/>
    <w:rsid w:val="00973180"/>
    <w:rsid w:val="009B77CB"/>
    <w:rsid w:val="009C37F7"/>
    <w:rsid w:val="00A05FAD"/>
    <w:rsid w:val="00AD1BC7"/>
    <w:rsid w:val="00AD788F"/>
    <w:rsid w:val="00B20322"/>
    <w:rsid w:val="00B35EA4"/>
    <w:rsid w:val="00B37348"/>
    <w:rsid w:val="00B53A4D"/>
    <w:rsid w:val="00B702D4"/>
    <w:rsid w:val="00B7663D"/>
    <w:rsid w:val="00BC4105"/>
    <w:rsid w:val="00BF11AC"/>
    <w:rsid w:val="00C52EE1"/>
    <w:rsid w:val="00CA614D"/>
    <w:rsid w:val="00CB3B59"/>
    <w:rsid w:val="00CE3167"/>
    <w:rsid w:val="00D029C1"/>
    <w:rsid w:val="00D35873"/>
    <w:rsid w:val="00D80E35"/>
    <w:rsid w:val="00DA3A94"/>
    <w:rsid w:val="00DB1CD6"/>
    <w:rsid w:val="00DE1191"/>
    <w:rsid w:val="00DE79F9"/>
    <w:rsid w:val="00E25CF2"/>
    <w:rsid w:val="00E32353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63</cp:revision>
  <dcterms:created xsi:type="dcterms:W3CDTF">2018-04-10T12:18:00Z</dcterms:created>
  <dcterms:modified xsi:type="dcterms:W3CDTF">2020-11-12T10:19:00Z</dcterms:modified>
</cp:coreProperties>
</file>